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p w14:paraId="6818C6D7" w14:textId="217A54F7" w:rsidR="00826B7B" w:rsidRPr="009C37CA" w:rsidRDefault="009C37CA" w:rsidP="006C2343">
      <w:pPr>
        <w:pStyle w:val="Titul2"/>
      </w:pPr>
      <w:r w:rsidRPr="009C37CA">
        <w:rPr>
          <w:szCs w:val="24"/>
        </w:rPr>
        <w:t>„Doplnění závor na přejezdech P6777 v km 0,345 a P6780 v km 1,363 trati Suchdol nad Odrou – Nový Jičín město“</w:t>
      </w: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469907D4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11EC" w:rsidRPr="00CB11EC">
        <w:t>18</w:t>
      </w:r>
      <w:r w:rsidRPr="00CB11EC">
        <w:t xml:space="preserve">. </w:t>
      </w:r>
      <w:r w:rsidR="009933B5" w:rsidRPr="00CB11EC">
        <w:t>1</w:t>
      </w:r>
      <w:r w:rsidRPr="00CB11EC">
        <w:t>. 20</w:t>
      </w:r>
      <w:r w:rsidR="00A616BE" w:rsidRPr="00CB11EC">
        <w:t>2</w:t>
      </w:r>
      <w:r w:rsidR="00CB11EC" w:rsidRPr="00CB11EC">
        <w:t>1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C9608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C9608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C9608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C9608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C9608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proofErr w:type="spellStart"/>
      <w:r w:rsidR="00F17F49" w:rsidRPr="009909F2">
        <w:t>Stavby_</w:t>
      </w:r>
      <w:r w:rsidR="00F17F49">
        <w:t>X</w:t>
      </w:r>
      <w:proofErr w:type="spellEnd"/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</w:t>
      </w:r>
      <w:proofErr w:type="spellEnd"/>
      <w:r w:rsidR="00B2233D" w:rsidRPr="00B2233D">
        <w:rPr>
          <w:i/>
        </w:rPr>
        <w:t xml:space="preserve">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dvě </w:t>
      </w:r>
      <w:proofErr w:type="gramStart"/>
      <w:r w:rsidR="003E6B82" w:rsidRPr="00DE369C">
        <w:rPr>
          <w:rStyle w:val="Tun"/>
          <w:b w:val="0"/>
        </w:rPr>
        <w:t>desetinné místa</w:t>
      </w:r>
      <w:proofErr w:type="gramEnd"/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9" w:name="_Toc58914533"/>
      <w:r>
        <w:t>SROVNATELNÉ V</w:t>
      </w:r>
      <w:r w:rsidR="00277875">
        <w:t>ÝROBKY, ALTERNATIVY MATERIÁLŮ A </w:t>
      </w:r>
      <w:r>
        <w:t>PROVEDENÍ</w:t>
      </w:r>
      <w:bookmarkEnd w:id="9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099FB" w14:textId="77777777" w:rsidR="00C96087" w:rsidRDefault="00C96087" w:rsidP="00962258">
      <w:pPr>
        <w:spacing w:after="0" w:line="240" w:lineRule="auto"/>
      </w:pPr>
      <w:r>
        <w:separator/>
      </w:r>
    </w:p>
  </w:endnote>
  <w:endnote w:type="continuationSeparator" w:id="0">
    <w:p w14:paraId="6580561F" w14:textId="77777777" w:rsidR="00C96087" w:rsidRDefault="00C9608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5AA79E34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CB11EC">
            <w:rPr>
              <w:bCs/>
              <w:noProof/>
            </w:rPr>
            <w:t>Chyba! V dokumentu není žádný text v zadaném stylu.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58C906C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CB11EC">
            <w:rPr>
              <w:bCs/>
              <w:noProof/>
            </w:rPr>
            <w:t>Chyba! V dokumentu není žádný text v zadaném stylu.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7BAC18" w14:textId="77777777" w:rsidR="00C96087" w:rsidRDefault="00C96087" w:rsidP="00962258">
      <w:pPr>
        <w:spacing w:after="0" w:line="240" w:lineRule="auto"/>
      </w:pPr>
      <w:r>
        <w:separator/>
      </w:r>
    </w:p>
  </w:footnote>
  <w:footnote w:type="continuationSeparator" w:id="0">
    <w:p w14:paraId="57DE4CF5" w14:textId="77777777" w:rsidR="00C96087" w:rsidRDefault="00C9608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37CA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13B4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6087"/>
    <w:rsid w:val="00C971DF"/>
    <w:rsid w:val="00CB11EC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7F5FD805-10D5-421B-913C-AC81B88FB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D973A7A-D006-43C7-942C-222B13BDC2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KSP_R(R-F)_VZOR_201106.dotx</Template>
  <TotalTime>13</TotalTime>
  <Pages>6</Pages>
  <Words>1582</Words>
  <Characters>9335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Michaela	Hanová</cp:lastModifiedBy>
  <cp:revision>8</cp:revision>
  <cp:lastPrinted>2019-03-13T10:28:00Z</cp:lastPrinted>
  <dcterms:created xsi:type="dcterms:W3CDTF">2020-12-15T07:50:00Z</dcterms:created>
  <dcterms:modified xsi:type="dcterms:W3CDTF">2021-01-18T06:52:00Z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